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2FC79" w14:textId="77777777" w:rsidR="00DB57E2" w:rsidRDefault="00000000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 nr 1</w:t>
      </w:r>
    </w:p>
    <w:p w14:paraId="413C6AF3" w14:textId="77777777" w:rsidR="00DB57E2" w:rsidRDefault="00DB57E2">
      <w:pPr>
        <w:rPr>
          <w:rFonts w:ascii="Times New Roman" w:hAnsi="Times New Roman"/>
        </w:rPr>
      </w:pPr>
    </w:p>
    <w:p w14:paraId="45DFC092" w14:textId="77777777" w:rsidR="00DB57E2" w:rsidRDefault="0000000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33EB8824" w14:textId="77777777" w:rsidR="00DB57E2" w:rsidRDefault="00000000">
      <w:pPr>
        <w:spacing w:after="0"/>
        <w:ind w:left="3544" w:hanging="3544"/>
        <w:jc w:val="both"/>
      </w:pPr>
      <w:r>
        <w:rPr>
          <w:rFonts w:ascii="Times New Roman" w:hAnsi="Times New Roman"/>
          <w:b/>
          <w:bCs/>
        </w:rPr>
        <w:t>DOTYCZY POSTĘPOWANIA PN.:</w:t>
      </w:r>
      <w:r>
        <w:rPr>
          <w:rFonts w:ascii="Times New Roman" w:hAnsi="Times New Roman"/>
        </w:rPr>
        <w:t xml:space="preserve"> Dostawy części zamiennych i podzespołów zamawianych przez Miejski Zakład  Komunikacji Sp. z o.o. w Chojnicach</w:t>
      </w:r>
    </w:p>
    <w:p w14:paraId="6DD2A484" w14:textId="77777777" w:rsidR="00DB57E2" w:rsidRDefault="00DB57E2">
      <w:pPr>
        <w:spacing w:after="120"/>
        <w:jc w:val="center"/>
        <w:rPr>
          <w:rFonts w:ascii="Times New Roman" w:hAnsi="Times New Roman"/>
        </w:rPr>
      </w:pPr>
    </w:p>
    <w:p w14:paraId="44FE5B2E" w14:textId="77777777" w:rsidR="00DB57E2" w:rsidRDefault="00000000">
      <w:pP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ZNAK SPRAWY ZP-31/2024</w:t>
      </w:r>
    </w:p>
    <w:p w14:paraId="6CFCDE08" w14:textId="77777777" w:rsidR="00DB57E2" w:rsidRDefault="00000000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Wykonawca: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DECF72" w14:textId="77777777" w:rsidR="00DB57E2" w:rsidRDefault="00DB57E2">
      <w:pPr>
        <w:rPr>
          <w:rFonts w:ascii="Times New Roman" w:hAnsi="Times New Roman"/>
        </w:rPr>
      </w:pPr>
    </w:p>
    <w:p w14:paraId="6DC909AD" w14:textId="77777777" w:rsidR="00DB57E2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Osoba do kontaktu 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7082"/>
      </w:tblGrid>
      <w:tr w:rsidR="00DB57E2" w14:paraId="2BAFAC1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513B4" w14:textId="77777777" w:rsidR="00DB57E2" w:rsidRDefault="0000000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imię i nazwisko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1C2ED" w14:textId="77777777" w:rsidR="00DB57E2" w:rsidRDefault="00DB57E2">
            <w:pPr>
              <w:spacing w:after="0"/>
              <w:rPr>
                <w:rFonts w:ascii="Times New Roman" w:hAnsi="Times New Roman"/>
              </w:rPr>
            </w:pPr>
          </w:p>
        </w:tc>
      </w:tr>
      <w:tr w:rsidR="00DB57E2" w14:paraId="42BCACA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4F85" w14:textId="77777777" w:rsidR="00DB57E2" w:rsidRDefault="0000000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numer telefonu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4E46" w14:textId="77777777" w:rsidR="00DB57E2" w:rsidRDefault="00DB57E2">
            <w:pPr>
              <w:spacing w:after="0"/>
              <w:rPr>
                <w:rFonts w:ascii="Times New Roman" w:hAnsi="Times New Roman"/>
              </w:rPr>
            </w:pPr>
          </w:p>
        </w:tc>
      </w:tr>
      <w:tr w:rsidR="00DB57E2" w14:paraId="7CB70453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02C6" w14:textId="77777777" w:rsidR="00DB57E2" w:rsidRDefault="0000000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 e-mail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39ED" w14:textId="77777777" w:rsidR="00DB57E2" w:rsidRDefault="00DB57E2">
            <w:pPr>
              <w:spacing w:after="0"/>
              <w:rPr>
                <w:rFonts w:ascii="Times New Roman" w:hAnsi="Times New Roman"/>
              </w:rPr>
            </w:pPr>
          </w:p>
        </w:tc>
      </w:tr>
      <w:tr w:rsidR="00DB57E2" w14:paraId="253DE29F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DCC15" w14:textId="77777777" w:rsidR="00DB57E2" w:rsidRDefault="0000000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NIP Wykonawcy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AF2B5" w14:textId="77777777" w:rsidR="00DB57E2" w:rsidRDefault="00DB57E2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22BB192" w14:textId="77777777" w:rsidR="00DB57E2" w:rsidRDefault="00DB57E2">
      <w:pPr>
        <w:rPr>
          <w:rFonts w:ascii="Times New Roman" w:hAnsi="Times New Roman"/>
        </w:rPr>
      </w:pPr>
    </w:p>
    <w:p w14:paraId="714816A3" w14:textId="77777777" w:rsidR="00DB57E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odpowiedzi na zaproszenie do składania ofert w postępowaniu przeprowadzonym w trybie zapytania ofertowego na dostawy części i podzespołów do pojazdów Zamawiającego oferujemy wykonanie przedmiotu zamówienia za:</w:t>
      </w:r>
    </w:p>
    <w:p w14:paraId="75995AEE" w14:textId="77777777" w:rsidR="00DB57E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cenę netto …………………………… zł (słownie) …………………………………;</w:t>
      </w:r>
    </w:p>
    <w:p w14:paraId="17425613" w14:textId="77777777" w:rsidR="00DB57E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podatek VAT ………………………… zł (słownie) …………………………………;</w:t>
      </w:r>
    </w:p>
    <w:p w14:paraId="66ECC2E2" w14:textId="77777777" w:rsidR="00DB57E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cenę brutto ……………………..……. zł (słownie) …………………………………,</w:t>
      </w:r>
    </w:p>
    <w:p w14:paraId="23FD49D8" w14:textId="77777777" w:rsidR="00DB57E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wyliczoną w sposób określony w arkuszu kalkulacyjnym, stanowiącym załącznik do formularza oferty.</w:t>
      </w:r>
    </w:p>
    <w:p w14:paraId="4706B2F8" w14:textId="77777777" w:rsidR="00DB57E2" w:rsidRDefault="0000000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oświadczamy, że:</w:t>
      </w:r>
    </w:p>
    <w:p w14:paraId="670CA337" w14:textId="77777777" w:rsidR="00DB57E2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zapoznaliśmy się z treścią zapytania ofertowego wraz z załącznikami, jest ona dla nas zrozumiała i akceptujemy bez zastrzeżeń jej zapisy,</w:t>
      </w:r>
    </w:p>
    <w:p w14:paraId="6ADE6DFD" w14:textId="77777777" w:rsidR="00DB57E2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wzór umowy, stanowiący załącznik nr 3. W przypadku wybrania naszej oferty zobowiązujemy się do zawarcia umowy na powyższych warunkach,</w:t>
      </w:r>
    </w:p>
    <w:p w14:paraId="722E6A29" w14:textId="77777777" w:rsidR="00DB57E2" w:rsidRDefault="0000000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wypełniliśmy obowiązki informacyjne przewidziane w art. 13 lub art. 14 RODO wobec osób fizycznych, od których dane osobowe bezpośrednio lub pośrednio pozyskaliśmy w celu ubiegania się o udzielenie zamówienia w niniejszym postępowaniu,</w:t>
      </w:r>
    </w:p>
    <w:p w14:paraId="79AB8C6B" w14:textId="77777777" w:rsidR="00DB57E2" w:rsidRDefault="00000000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posiadamy status dużego/średniego/małego/mikro przedsiębiorcy* zgodnie z ustawą o przeciwdziałaniu nadmiernym opóźnieniom w transakcjach handlowych z dnia 8 marca 2013 r. (Dz. U. z 2019 r. poz.1649),</w:t>
      </w:r>
    </w:p>
    <w:p w14:paraId="4536E9DE" w14:textId="77777777" w:rsidR="00DB57E2" w:rsidRDefault="00000000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posiadamy niezbędną wiedzę i doświadczenie oraz sprzęt zdolny do wykonania zamówienia.</w:t>
      </w:r>
    </w:p>
    <w:p w14:paraId="66B6D35F" w14:textId="77777777" w:rsidR="00DB57E2" w:rsidRDefault="00DB57E2">
      <w:pPr>
        <w:jc w:val="both"/>
        <w:rPr>
          <w:rFonts w:ascii="Times New Roman" w:hAnsi="Times New Roman"/>
        </w:rPr>
      </w:pPr>
    </w:p>
    <w:p w14:paraId="0ED7C8AB" w14:textId="77777777" w:rsidR="00DB57E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Załącznikami do oferty są:</w:t>
      </w:r>
    </w:p>
    <w:p w14:paraId="073A03D8" w14:textId="77777777" w:rsidR="00DB57E2" w:rsidRDefault="00000000">
      <w:pPr>
        <w:pStyle w:val="Akapitzlist"/>
        <w:numPr>
          <w:ilvl w:val="3"/>
          <w:numId w:val="1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….</w:t>
      </w:r>
    </w:p>
    <w:p w14:paraId="57B22007" w14:textId="77777777" w:rsidR="00DB57E2" w:rsidRDefault="00000000">
      <w:pPr>
        <w:pStyle w:val="Akapitzlist"/>
        <w:numPr>
          <w:ilvl w:val="3"/>
          <w:numId w:val="1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….</w:t>
      </w:r>
    </w:p>
    <w:p w14:paraId="67838CF9" w14:textId="77777777" w:rsidR="00DB57E2" w:rsidRDefault="00DB57E2">
      <w:pPr>
        <w:spacing w:after="0"/>
        <w:jc w:val="both"/>
        <w:rPr>
          <w:rFonts w:ascii="Times New Roman" w:hAnsi="Times New Roman"/>
        </w:rPr>
      </w:pPr>
    </w:p>
    <w:p w14:paraId="3CC423E5" w14:textId="77777777" w:rsidR="00DB57E2" w:rsidRDefault="00DB57E2">
      <w:pPr>
        <w:spacing w:after="0"/>
        <w:jc w:val="both"/>
        <w:rPr>
          <w:rFonts w:ascii="Times New Roman" w:hAnsi="Times New Roman"/>
        </w:rPr>
      </w:pPr>
    </w:p>
    <w:p w14:paraId="4BA1D032" w14:textId="77777777" w:rsidR="00DB57E2" w:rsidRDefault="0000000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                                                                ………………………………………………</w:t>
      </w:r>
    </w:p>
    <w:p w14:paraId="19BCFD5C" w14:textId="77777777" w:rsidR="00DB57E2" w:rsidRDefault="00000000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Data                                                                                                                     podpis Wykonawcy lub osoby/osób </w:t>
      </w:r>
    </w:p>
    <w:p w14:paraId="02507B2E" w14:textId="77777777" w:rsidR="00DB57E2" w:rsidRDefault="00000000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upoważnionych do podpisania oferty </w:t>
      </w:r>
    </w:p>
    <w:p w14:paraId="6492557F" w14:textId="77777777" w:rsidR="00DB57E2" w:rsidRDefault="00000000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w imieniu Wykonawcy</w:t>
      </w:r>
    </w:p>
    <w:p w14:paraId="5CE6D569" w14:textId="77777777" w:rsidR="00DB57E2" w:rsidRDefault="00DB57E2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14:paraId="1E95F9AF" w14:textId="77777777" w:rsidR="00DB57E2" w:rsidRDefault="00000000">
      <w:pPr>
        <w:spacing w:after="0"/>
        <w:jc w:val="both"/>
      </w:pPr>
      <w:r>
        <w:rPr>
          <w:rFonts w:ascii="Times New Roman" w:hAnsi="Times New Roman"/>
          <w:sz w:val="18"/>
          <w:szCs w:val="18"/>
        </w:rPr>
        <w:t>*niepotrzebne skreślić</w:t>
      </w:r>
    </w:p>
    <w:sectPr w:rsidR="00DB57E2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3D432" w14:textId="77777777" w:rsidR="005E2BC1" w:rsidRDefault="005E2BC1">
      <w:pPr>
        <w:spacing w:after="0"/>
      </w:pPr>
      <w:r>
        <w:separator/>
      </w:r>
    </w:p>
  </w:endnote>
  <w:endnote w:type="continuationSeparator" w:id="0">
    <w:p w14:paraId="20A442C3" w14:textId="77777777" w:rsidR="005E2BC1" w:rsidRDefault="005E2B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ACABC" w14:textId="77777777" w:rsidR="005E2BC1" w:rsidRDefault="005E2BC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227F358" w14:textId="77777777" w:rsidR="005E2BC1" w:rsidRDefault="005E2B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63EBF"/>
    <w:multiLevelType w:val="multilevel"/>
    <w:tmpl w:val="C97ADC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8734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B57E2"/>
    <w:rsid w:val="00065B81"/>
    <w:rsid w:val="005E2BC1"/>
    <w:rsid w:val="00654097"/>
    <w:rsid w:val="00D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960F"/>
  <w15:docId w15:val="{7E93BCC6-122E-4D31-BF0A-13953BED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MZK Chojnice</dc:creator>
  <dc:description/>
  <cp:lastModifiedBy>MZK Chojnice</cp:lastModifiedBy>
  <cp:revision>2</cp:revision>
  <dcterms:created xsi:type="dcterms:W3CDTF">2024-11-19T09:59:00Z</dcterms:created>
  <dcterms:modified xsi:type="dcterms:W3CDTF">2024-11-19T09:59:00Z</dcterms:modified>
</cp:coreProperties>
</file>