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DBBE4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Znak sprawy ZP-19/2024                                                                                                                       Załącznik nr 1</w:t>
      </w:r>
    </w:p>
    <w:p w14:paraId="0E4DFC70" w14:textId="77777777" w:rsidR="00BA4B0C" w:rsidRDefault="00BA4B0C">
      <w:pPr>
        <w:pStyle w:val="Standard"/>
        <w:rPr>
          <w:sz w:val="22"/>
          <w:szCs w:val="22"/>
        </w:rPr>
      </w:pPr>
    </w:p>
    <w:p w14:paraId="60DA09A9" w14:textId="77777777" w:rsidR="00BA4B0C" w:rsidRDefault="00BA4B0C">
      <w:pPr>
        <w:pStyle w:val="Standard"/>
        <w:rPr>
          <w:sz w:val="22"/>
          <w:szCs w:val="22"/>
        </w:rPr>
      </w:pPr>
    </w:p>
    <w:p w14:paraId="27B18258" w14:textId="77777777" w:rsidR="00BA4B0C" w:rsidRDefault="00BA4B0C">
      <w:pPr>
        <w:pStyle w:val="Standard"/>
        <w:rPr>
          <w:sz w:val="22"/>
          <w:szCs w:val="22"/>
        </w:rPr>
      </w:pPr>
    </w:p>
    <w:p w14:paraId="5FE23DA9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</w:t>
      </w:r>
    </w:p>
    <w:p w14:paraId="0564787B" w14:textId="77777777" w:rsidR="00BA4B0C" w:rsidRDefault="00000000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pieczątka firmowa Wykonawcy</w:t>
      </w:r>
    </w:p>
    <w:p w14:paraId="7A6EB25D" w14:textId="77777777" w:rsidR="00BA4B0C" w:rsidRDefault="00BA4B0C">
      <w:pPr>
        <w:pStyle w:val="Standard"/>
        <w:rPr>
          <w:sz w:val="22"/>
          <w:szCs w:val="22"/>
        </w:rPr>
      </w:pPr>
    </w:p>
    <w:p w14:paraId="03BD9605" w14:textId="77777777" w:rsidR="00BA4B0C" w:rsidRDefault="00BA4B0C">
      <w:pPr>
        <w:pStyle w:val="Standard"/>
        <w:rPr>
          <w:sz w:val="22"/>
          <w:szCs w:val="22"/>
        </w:rPr>
      </w:pPr>
    </w:p>
    <w:p w14:paraId="1B30F797" w14:textId="77777777" w:rsidR="00BA4B0C" w:rsidRDefault="00000000">
      <w:pPr>
        <w:pStyle w:val="Standard"/>
        <w:jc w:val="center"/>
      </w:pPr>
      <w:r>
        <w:rPr>
          <w:b/>
          <w:bCs/>
          <w:sz w:val="36"/>
          <w:szCs w:val="36"/>
        </w:rPr>
        <w:t>FORMULARZ</w:t>
      </w:r>
      <w:r>
        <w:rPr>
          <w:b/>
          <w:bCs/>
          <w:sz w:val="36"/>
          <w:szCs w:val="36"/>
        </w:rPr>
        <w:br/>
        <w:t xml:space="preserve"> OFERTOWY</w:t>
      </w:r>
    </w:p>
    <w:p w14:paraId="4097110E" w14:textId="77777777" w:rsidR="00BA4B0C" w:rsidRDefault="00BA4B0C">
      <w:pPr>
        <w:pStyle w:val="Standard"/>
        <w:rPr>
          <w:b/>
          <w:bCs/>
          <w:sz w:val="22"/>
          <w:szCs w:val="22"/>
        </w:rPr>
      </w:pPr>
    </w:p>
    <w:p w14:paraId="7E761E93" w14:textId="77777777" w:rsidR="00BA4B0C" w:rsidRDefault="00BA4B0C">
      <w:pPr>
        <w:pStyle w:val="Standard"/>
        <w:rPr>
          <w:b/>
          <w:bCs/>
          <w:sz w:val="22"/>
          <w:szCs w:val="22"/>
        </w:rPr>
      </w:pPr>
    </w:p>
    <w:p w14:paraId="147FDB1A" w14:textId="77777777" w:rsidR="00BA4B0C" w:rsidRDefault="0000000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WYKONAWCY:</w:t>
      </w:r>
    </w:p>
    <w:p w14:paraId="080524ED" w14:textId="77777777" w:rsidR="00BA4B0C" w:rsidRDefault="00BA4B0C">
      <w:pPr>
        <w:pStyle w:val="Standard"/>
        <w:rPr>
          <w:b/>
          <w:bCs/>
          <w:sz w:val="22"/>
          <w:szCs w:val="22"/>
        </w:rPr>
      </w:pPr>
    </w:p>
    <w:p w14:paraId="48665F94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Pełna nazwa Wykonawcy..............................................................................................................................</w:t>
      </w:r>
    </w:p>
    <w:p w14:paraId="1A6D958C" w14:textId="77777777" w:rsidR="00BA4B0C" w:rsidRDefault="00BA4B0C">
      <w:pPr>
        <w:pStyle w:val="Standard"/>
        <w:rPr>
          <w:sz w:val="22"/>
          <w:szCs w:val="22"/>
        </w:rPr>
      </w:pPr>
    </w:p>
    <w:p w14:paraId="790EDB18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14:paraId="49F8339C" w14:textId="77777777" w:rsidR="00BA4B0C" w:rsidRDefault="00BA4B0C">
      <w:pPr>
        <w:pStyle w:val="Standard"/>
        <w:rPr>
          <w:sz w:val="22"/>
          <w:szCs w:val="22"/>
        </w:rPr>
      </w:pPr>
    </w:p>
    <w:p w14:paraId="51E0C64E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Adres Wykonawcy..........................................................................................................................................</w:t>
      </w:r>
    </w:p>
    <w:p w14:paraId="372487FC" w14:textId="77777777" w:rsidR="00BA4B0C" w:rsidRDefault="00BA4B0C">
      <w:pPr>
        <w:pStyle w:val="Standard"/>
        <w:rPr>
          <w:sz w:val="22"/>
          <w:szCs w:val="22"/>
        </w:rPr>
      </w:pPr>
    </w:p>
    <w:p w14:paraId="0F81ACBC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NIP..................................................................REGON..................................................................................</w:t>
      </w:r>
    </w:p>
    <w:p w14:paraId="7CCC6822" w14:textId="77777777" w:rsidR="00BA4B0C" w:rsidRDefault="00BA4B0C">
      <w:pPr>
        <w:pStyle w:val="Standard"/>
        <w:rPr>
          <w:sz w:val="22"/>
          <w:szCs w:val="22"/>
        </w:rPr>
      </w:pPr>
    </w:p>
    <w:p w14:paraId="48C3D743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Telefon....................................Faks........................................email...............................................................</w:t>
      </w:r>
    </w:p>
    <w:p w14:paraId="1C26095F" w14:textId="77777777" w:rsidR="00BA4B0C" w:rsidRDefault="00BA4B0C">
      <w:pPr>
        <w:pStyle w:val="Standard"/>
        <w:rPr>
          <w:sz w:val="22"/>
          <w:szCs w:val="22"/>
        </w:rPr>
      </w:pPr>
    </w:p>
    <w:p w14:paraId="7A4247CB" w14:textId="77777777" w:rsidR="00BA4B0C" w:rsidRDefault="00BA4B0C">
      <w:pPr>
        <w:pStyle w:val="Standard"/>
        <w:rPr>
          <w:sz w:val="22"/>
          <w:szCs w:val="22"/>
        </w:rPr>
      </w:pPr>
    </w:p>
    <w:p w14:paraId="5BC91F1F" w14:textId="77777777" w:rsidR="00BA4B0C" w:rsidRDefault="00BA4B0C">
      <w:pPr>
        <w:pStyle w:val="Standard"/>
        <w:rPr>
          <w:sz w:val="22"/>
          <w:szCs w:val="22"/>
        </w:rPr>
      </w:pPr>
    </w:p>
    <w:p w14:paraId="4DBBC326" w14:textId="77777777" w:rsidR="00BA4B0C" w:rsidRDefault="00000000">
      <w:pPr>
        <w:pStyle w:val="Standard"/>
      </w:pPr>
      <w:r>
        <w:rPr>
          <w:b/>
          <w:bCs/>
          <w:sz w:val="22"/>
          <w:szCs w:val="22"/>
        </w:rPr>
        <w:t>PRZEDMIOT ZAMÓWIENIA</w:t>
      </w:r>
      <w:r>
        <w:rPr>
          <w:b/>
          <w:bCs/>
        </w:rPr>
        <w:t xml:space="preserve">  </w:t>
      </w:r>
    </w:p>
    <w:p w14:paraId="373A6F4F" w14:textId="77777777" w:rsidR="00BA4B0C" w:rsidRDefault="00BA4B0C">
      <w:pPr>
        <w:pStyle w:val="Standard"/>
        <w:rPr>
          <w:b/>
          <w:bCs/>
        </w:rPr>
      </w:pPr>
    </w:p>
    <w:p w14:paraId="57CCEFC2" w14:textId="77777777" w:rsidR="00BA4B0C" w:rsidRDefault="00000000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</w:pPr>
      <w:r>
        <w:t>Oferta dotyczy „</w:t>
      </w:r>
      <w:bookmarkStart w:id="0" w:name="_Hlk116291113"/>
      <w:r>
        <w:t>Wymiany wraz z montażem okien oraz drzwi w budynku administracyjno-warsztatowym MZK Sp. z o. o. w Chojnicach</w:t>
      </w:r>
      <w:bookmarkEnd w:id="0"/>
      <w:r>
        <w:t>” zgodnie z zapytaniem ofertowym.</w:t>
      </w:r>
    </w:p>
    <w:p w14:paraId="6C16B8F2" w14:textId="77777777" w:rsidR="00BA4B0C" w:rsidRDefault="00000000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</w:pPr>
      <w:r>
        <w:t>Po zapoznaniu się z treścią zapytania ofertowego składamy ofertę na realizację przedmiotowego zamówienia.</w:t>
      </w:r>
    </w:p>
    <w:p w14:paraId="3EC20317" w14:textId="77777777" w:rsidR="00BA4B0C" w:rsidRDefault="00000000">
      <w:pPr>
        <w:pStyle w:val="Standard"/>
        <w:ind w:firstLine="284"/>
      </w:pPr>
      <w:r>
        <w:rPr>
          <w:b/>
          <w:bCs/>
          <w:u w:val="single"/>
        </w:rPr>
        <w:t>Całość przedmiotu zamówienia zobowiązujemy się zrealizować za łączną kwotę ryczałtową:</w:t>
      </w:r>
    </w:p>
    <w:p w14:paraId="33FD67D7" w14:textId="77777777" w:rsidR="00BA4B0C" w:rsidRDefault="00BA4B0C">
      <w:pPr>
        <w:pStyle w:val="Standard"/>
        <w:ind w:firstLine="284"/>
      </w:pPr>
    </w:p>
    <w:p w14:paraId="1B857ED2" w14:textId="77777777" w:rsidR="00BA4B0C" w:rsidRDefault="00000000">
      <w:pPr>
        <w:pStyle w:val="Standard"/>
        <w:ind w:firstLine="284"/>
        <w:rPr>
          <w:sz w:val="22"/>
          <w:szCs w:val="22"/>
        </w:rPr>
      </w:pPr>
      <w:r>
        <w:rPr>
          <w:sz w:val="22"/>
          <w:szCs w:val="22"/>
        </w:rPr>
        <w:t>Kwota netto:  .........................................................................................................................................PLN</w:t>
      </w:r>
    </w:p>
    <w:p w14:paraId="6B5EFE5A" w14:textId="77777777" w:rsidR="00BA4B0C" w:rsidRDefault="00BA4B0C">
      <w:pPr>
        <w:pStyle w:val="Standard"/>
        <w:ind w:firstLine="284"/>
        <w:rPr>
          <w:sz w:val="22"/>
          <w:szCs w:val="22"/>
        </w:rPr>
      </w:pPr>
    </w:p>
    <w:p w14:paraId="3650A826" w14:textId="77777777" w:rsidR="00BA4B0C" w:rsidRDefault="00000000">
      <w:pPr>
        <w:pStyle w:val="Standard"/>
        <w:ind w:firstLine="284"/>
        <w:rPr>
          <w:sz w:val="22"/>
          <w:szCs w:val="22"/>
        </w:rPr>
      </w:pPr>
      <w:r>
        <w:rPr>
          <w:sz w:val="22"/>
          <w:szCs w:val="22"/>
        </w:rPr>
        <w:t>Podatek VAT: ........................................................................................................................................</w:t>
      </w:r>
    </w:p>
    <w:p w14:paraId="4F4F918C" w14:textId="77777777" w:rsidR="00BA4B0C" w:rsidRDefault="00BA4B0C">
      <w:pPr>
        <w:pStyle w:val="Standard"/>
        <w:ind w:firstLine="284"/>
        <w:rPr>
          <w:sz w:val="22"/>
          <w:szCs w:val="22"/>
        </w:rPr>
      </w:pPr>
    </w:p>
    <w:p w14:paraId="3A8F763C" w14:textId="77777777" w:rsidR="00BA4B0C" w:rsidRDefault="00000000">
      <w:pPr>
        <w:pStyle w:val="Standard"/>
        <w:ind w:firstLine="284"/>
      </w:pPr>
      <w:r>
        <w:rPr>
          <w:b/>
          <w:bCs/>
          <w:sz w:val="22"/>
          <w:szCs w:val="22"/>
        </w:rPr>
        <w:t>Kwota brutto</w:t>
      </w:r>
      <w:r>
        <w:rPr>
          <w:sz w:val="22"/>
          <w:szCs w:val="22"/>
        </w:rPr>
        <w:t>:  ......................................................................................................................................PLN</w:t>
      </w:r>
    </w:p>
    <w:p w14:paraId="2CB7B57D" w14:textId="77777777" w:rsidR="00BA4B0C" w:rsidRDefault="00BA4B0C">
      <w:pPr>
        <w:pStyle w:val="Standard"/>
        <w:ind w:firstLine="284"/>
        <w:rPr>
          <w:sz w:val="22"/>
          <w:szCs w:val="22"/>
        </w:rPr>
      </w:pPr>
    </w:p>
    <w:p w14:paraId="1EBA4026" w14:textId="77777777" w:rsidR="00BA4B0C" w:rsidRDefault="00000000">
      <w:pPr>
        <w:pStyle w:val="Standard"/>
        <w:ind w:firstLine="284"/>
        <w:rPr>
          <w:sz w:val="22"/>
          <w:szCs w:val="22"/>
        </w:rPr>
      </w:pPr>
      <w:r>
        <w:rPr>
          <w:sz w:val="22"/>
          <w:szCs w:val="22"/>
        </w:rPr>
        <w:t>słownie ..................................................................................................................................................</w:t>
      </w:r>
    </w:p>
    <w:p w14:paraId="6A3BAD12" w14:textId="77777777" w:rsidR="00BA4B0C" w:rsidRDefault="00BA4B0C">
      <w:pPr>
        <w:pStyle w:val="Standard"/>
        <w:ind w:firstLine="284"/>
        <w:rPr>
          <w:sz w:val="22"/>
          <w:szCs w:val="22"/>
        </w:rPr>
      </w:pPr>
    </w:p>
    <w:p w14:paraId="0E6B7F62" w14:textId="77777777" w:rsidR="00BA4B0C" w:rsidRDefault="00000000">
      <w:pPr>
        <w:pStyle w:val="Standard"/>
        <w:ind w:left="284"/>
        <w:rPr>
          <w:b/>
          <w:bCs/>
          <w:color w:val="5B9BD5"/>
          <w:sz w:val="22"/>
          <w:szCs w:val="22"/>
        </w:rPr>
      </w:pPr>
      <w:r>
        <w:rPr>
          <w:b/>
          <w:bCs/>
          <w:color w:val="5B9BD5"/>
          <w:sz w:val="22"/>
          <w:szCs w:val="22"/>
        </w:rPr>
        <w:t>Szczegółowy kosztorys z rozbiciem kwot na poszczególne pomieszczenia (z podziałem na okna i drzwi) został sporządzony w załączniku do Formularza ofertowego, który stanowi jego integralną część.</w:t>
      </w:r>
    </w:p>
    <w:p w14:paraId="4D027F09" w14:textId="77777777" w:rsidR="00BA4B0C" w:rsidRDefault="00000000">
      <w:pPr>
        <w:pStyle w:val="Standard"/>
        <w:numPr>
          <w:ilvl w:val="0"/>
          <w:numId w:val="1"/>
        </w:numPr>
        <w:spacing w:before="240" w:line="360" w:lineRule="auto"/>
        <w:ind w:left="284" w:hanging="284"/>
        <w:jc w:val="both"/>
      </w:pPr>
      <w:r>
        <w:t>Zakres przedmiotu zamówienia zobowiązujemy się wykonać do dnia ……………………. .</w:t>
      </w:r>
    </w:p>
    <w:p w14:paraId="73D04B17" w14:textId="77777777" w:rsidR="00BA4B0C" w:rsidRDefault="00000000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</w:pPr>
      <w:r>
        <w:t>Na zrealizowany przedmiot zamówienia udzielę/udzielimy ………. lat gwarancji i rękojmi, licząc od daty dostawy, potwierdzonej protokołem odbioru.</w:t>
      </w:r>
    </w:p>
    <w:p w14:paraId="18DDB4DB" w14:textId="77777777" w:rsidR="00BA4B0C" w:rsidRDefault="00000000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</w:pPr>
      <w:r>
        <w:t>Akceptuję/akceptujemy termin płatności faktury – 21 dni od daty dostarczenia faktury VAT do siedziby Zamawiającego.</w:t>
      </w:r>
    </w:p>
    <w:p w14:paraId="0C700702" w14:textId="77777777" w:rsidR="00BA4B0C" w:rsidRDefault="00BA4B0C">
      <w:pPr>
        <w:pStyle w:val="Standard"/>
      </w:pPr>
    </w:p>
    <w:p w14:paraId="40C99C36" w14:textId="77777777" w:rsidR="00BA4B0C" w:rsidRDefault="00BA4B0C">
      <w:pPr>
        <w:pStyle w:val="Standard"/>
        <w:rPr>
          <w:sz w:val="22"/>
          <w:szCs w:val="22"/>
        </w:rPr>
      </w:pPr>
    </w:p>
    <w:p w14:paraId="117A9E35" w14:textId="77777777" w:rsidR="00BA4B0C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lastRenderedPageBreak/>
        <w:t>Jednocześnie oświadczamy, że:</w:t>
      </w:r>
    </w:p>
    <w:p w14:paraId="281421E2" w14:textId="77777777" w:rsidR="00BA4B0C" w:rsidRDefault="00BA4B0C">
      <w:pPr>
        <w:pStyle w:val="Standard"/>
        <w:rPr>
          <w:sz w:val="22"/>
          <w:szCs w:val="22"/>
        </w:rPr>
      </w:pPr>
    </w:p>
    <w:p w14:paraId="2764B1A5" w14:textId="77777777" w:rsidR="00BA4B0C" w:rsidRDefault="00000000">
      <w:pPr>
        <w:pStyle w:val="Standard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zapoznaliśmy się z treścią zapytania ofertowego wraz z załącznikami, jest ona dla nas zrozumiała i akceptujemy bez zastrzeżeń jej zapisy,</w:t>
      </w:r>
    </w:p>
    <w:p w14:paraId="5CFFD8E9" w14:textId="77777777" w:rsidR="00BA4B0C" w:rsidRDefault="00000000">
      <w:pPr>
        <w:pStyle w:val="Standard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akceptujemy wzór umowy, stanowiący załącznik nr 2. W przypadku wybrania naszej oferty zobowiązujemy się do zawarcia umowy na powyższych warunkach,</w:t>
      </w:r>
    </w:p>
    <w:p w14:paraId="5E3157E8" w14:textId="77777777" w:rsidR="00BA4B0C" w:rsidRDefault="00000000">
      <w:pPr>
        <w:pStyle w:val="Standard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 o udzielenie zamówienia w niniejszym postępowaniu,</w:t>
      </w:r>
    </w:p>
    <w:p w14:paraId="26064363" w14:textId="77777777" w:rsidR="00BA4B0C" w:rsidRDefault="00000000">
      <w:pPr>
        <w:pStyle w:val="Standard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spełniamy warunki udziału w postępowaniu określone w rozdziale III zapytania ofertowego,</w:t>
      </w:r>
    </w:p>
    <w:p w14:paraId="5953FA37" w14:textId="77777777" w:rsidR="00BA4B0C" w:rsidRDefault="00000000">
      <w:pPr>
        <w:pStyle w:val="Standard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posiadam/posiadamy niezbędną wiedzę, doświadczenie oraz sprzęt zdolny do wykonania zamówienia. </w:t>
      </w:r>
    </w:p>
    <w:p w14:paraId="05B2F43D" w14:textId="77777777" w:rsidR="00BA4B0C" w:rsidRDefault="00BA4B0C">
      <w:pPr>
        <w:pStyle w:val="Standard"/>
        <w:spacing w:after="120"/>
        <w:jc w:val="both"/>
        <w:rPr>
          <w:sz w:val="22"/>
          <w:szCs w:val="22"/>
        </w:rPr>
      </w:pPr>
    </w:p>
    <w:p w14:paraId="3D507CFC" w14:textId="77777777" w:rsidR="00BA4B0C" w:rsidRDefault="00000000">
      <w:pPr>
        <w:pStyle w:val="Standard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 są:</w:t>
      </w:r>
    </w:p>
    <w:p w14:paraId="53D7AB8F" w14:textId="77777777" w:rsidR="00BA4B0C" w:rsidRDefault="00000000">
      <w:pPr>
        <w:pStyle w:val="Standard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</w:p>
    <w:p w14:paraId="13DD68E4" w14:textId="77777777" w:rsidR="00BA4B0C" w:rsidRDefault="00000000">
      <w:pPr>
        <w:pStyle w:val="Standard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</w:p>
    <w:p w14:paraId="300DA16F" w14:textId="77777777" w:rsidR="00BA4B0C" w:rsidRDefault="00000000">
      <w:pPr>
        <w:pStyle w:val="Standard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</w:p>
    <w:p w14:paraId="15F6F86B" w14:textId="77777777" w:rsidR="00BA4B0C" w:rsidRDefault="00BA4B0C">
      <w:pPr>
        <w:pStyle w:val="Standard"/>
        <w:rPr>
          <w:sz w:val="22"/>
          <w:szCs w:val="22"/>
        </w:rPr>
      </w:pPr>
    </w:p>
    <w:p w14:paraId="3EA4D339" w14:textId="77777777" w:rsidR="00BA4B0C" w:rsidRDefault="00BA4B0C">
      <w:pPr>
        <w:pStyle w:val="Standard"/>
      </w:pPr>
    </w:p>
    <w:p w14:paraId="54480DF1" w14:textId="77777777" w:rsidR="00BA4B0C" w:rsidRDefault="00BA4B0C">
      <w:pPr>
        <w:pStyle w:val="Standard"/>
      </w:pPr>
    </w:p>
    <w:p w14:paraId="6B4BC764" w14:textId="77777777" w:rsidR="00BA4B0C" w:rsidRDefault="00BA4B0C">
      <w:pPr>
        <w:pStyle w:val="Standard"/>
      </w:pPr>
    </w:p>
    <w:p w14:paraId="552D364C" w14:textId="77777777" w:rsidR="00BA4B0C" w:rsidRDefault="00BA4B0C">
      <w:pPr>
        <w:pStyle w:val="Standard"/>
      </w:pPr>
    </w:p>
    <w:p w14:paraId="4288DBE6" w14:textId="77777777" w:rsidR="00BA4B0C" w:rsidRDefault="00000000">
      <w:pPr>
        <w:pStyle w:val="Standard"/>
      </w:pPr>
      <w:r>
        <w:t>Data.................................                                                     ............................................................</w:t>
      </w:r>
    </w:p>
    <w:p w14:paraId="1768DBAD" w14:textId="77777777" w:rsidR="00BA4B0C" w:rsidRDefault="00000000">
      <w:pPr>
        <w:pStyle w:val="Standard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18"/>
          <w:szCs w:val="18"/>
        </w:rPr>
        <w:t>Podpis osoby upoważnionej</w:t>
      </w:r>
    </w:p>
    <w:sectPr w:rsidR="00BA4B0C">
      <w:footerReference w:type="default" r:id="rId7"/>
      <w:pgSz w:w="11906" w:h="16838"/>
      <w:pgMar w:top="624" w:right="680" w:bottom="624" w:left="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7B03D" w14:textId="77777777" w:rsidR="002A2745" w:rsidRDefault="002A2745">
      <w:r>
        <w:separator/>
      </w:r>
    </w:p>
  </w:endnote>
  <w:endnote w:type="continuationSeparator" w:id="0">
    <w:p w14:paraId="1137732F" w14:textId="77777777" w:rsidR="002A2745" w:rsidRDefault="002A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2B5C4" w14:textId="77777777"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943FE3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0F4A3" w14:textId="77777777" w:rsidR="002A2745" w:rsidRDefault="002A2745">
      <w:r>
        <w:rPr>
          <w:color w:val="000000"/>
        </w:rPr>
        <w:separator/>
      </w:r>
    </w:p>
  </w:footnote>
  <w:footnote w:type="continuationSeparator" w:id="0">
    <w:p w14:paraId="6461EB70" w14:textId="77777777" w:rsidR="002A2745" w:rsidRDefault="002A2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314A5"/>
    <w:multiLevelType w:val="multilevel"/>
    <w:tmpl w:val="51408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B4E"/>
    <w:multiLevelType w:val="multilevel"/>
    <w:tmpl w:val="B0900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7430393">
    <w:abstractNumId w:val="1"/>
  </w:num>
  <w:num w:numId="2" w16cid:durableId="191157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A4B0C"/>
    <w:rsid w:val="002A2745"/>
    <w:rsid w:val="004437B2"/>
    <w:rsid w:val="00942B9A"/>
    <w:rsid w:val="00BA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CFB57"/>
  <w15:docId w15:val="{AE1F83A7-C354-421F-A511-D44DEEF6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mzk marketing</dc:creator>
  <cp:lastModifiedBy>MZK Chojnice</cp:lastModifiedBy>
  <cp:revision>2</cp:revision>
  <cp:lastPrinted>2023-11-09T12:27:00Z</cp:lastPrinted>
  <dcterms:created xsi:type="dcterms:W3CDTF">2024-10-09T06:17:00Z</dcterms:created>
  <dcterms:modified xsi:type="dcterms:W3CDTF">2024-10-09T06:17:00Z</dcterms:modified>
</cp:coreProperties>
</file>